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4073" w:rsidRDefault="00E60DBC" w:rsidP="00F20058">
      <w:pPr>
        <w:tabs>
          <w:tab w:val="center" w:pos="4680"/>
          <w:tab w:val="right" w:pos="9360"/>
        </w:tabs>
        <w:spacing w:line="380" w:lineRule="exact"/>
        <w:jc w:val="center"/>
      </w:pPr>
      <w:r>
        <w:rPr>
          <w:b/>
          <w:bCs/>
          <w:sz w:val="38"/>
          <w:szCs w:val="38"/>
        </w:rPr>
        <w:tab/>
      </w:r>
      <w:r w:rsidR="003C4073">
        <w:rPr>
          <w:b/>
          <w:bCs/>
          <w:sz w:val="38"/>
          <w:szCs w:val="38"/>
        </w:rPr>
        <w:t>NRC INSPECTION MANUAL</w:t>
      </w:r>
      <w:r w:rsidR="003C4073">
        <w:tab/>
      </w:r>
      <w:r w:rsidR="00E339B8">
        <w:t>D</w:t>
      </w:r>
      <w:r w:rsidR="00AB385C">
        <w:t>RO</w:t>
      </w:r>
    </w:p>
    <w:tbl>
      <w:tblPr>
        <w:tblStyle w:val="TableGrid"/>
        <w:tblW w:w="0" w:type="auto"/>
        <w:tblLook w:val="04A0" w:firstRow="1" w:lastRow="0" w:firstColumn="1" w:lastColumn="0" w:noHBand="0" w:noVBand="1"/>
      </w:tblPr>
      <w:tblGrid>
        <w:gridCol w:w="9360"/>
      </w:tblGrid>
      <w:tr w:rsidR="00F20058" w:rsidTr="00F20058">
        <w:tc>
          <w:tcPr>
            <w:tcW w:w="9576" w:type="dxa"/>
            <w:tcBorders>
              <w:left w:val="nil"/>
              <w:right w:val="nil"/>
            </w:tcBorders>
          </w:tcPr>
          <w:p w:rsidR="00F20058" w:rsidRDefault="00F20058" w:rsidP="0001546F">
            <w:pPr>
              <w:tabs>
                <w:tab w:val="left" w:pos="-1440"/>
                <w:tab w:val="left" w:pos="-360"/>
                <w:tab w:val="left" w:pos="450"/>
              </w:tabs>
              <w:spacing w:line="240" w:lineRule="exact"/>
              <w:jc w:val="center"/>
              <w:rPr>
                <w:sz w:val="24"/>
                <w:szCs w:val="24"/>
                <w:u w:val="single"/>
              </w:rPr>
            </w:pPr>
            <w:r w:rsidRPr="0099657B">
              <w:t xml:space="preserve">Change Notice </w:t>
            </w:r>
            <w:r w:rsidR="00AC7B82">
              <w:t>20</w:t>
            </w:r>
            <w:r w:rsidR="00FF6A95">
              <w:t>-0</w:t>
            </w:r>
            <w:r w:rsidR="00D903EA">
              <w:t>16</w:t>
            </w:r>
          </w:p>
        </w:tc>
      </w:tr>
    </w:tbl>
    <w:p w:rsidR="003C4073" w:rsidRPr="0099657B" w:rsidRDefault="00EA1075" w:rsidP="00A618DD">
      <w:pPr>
        <w:tabs>
          <w:tab w:val="left" w:pos="-1200"/>
          <w:tab w:val="left" w:pos="-360"/>
          <w:tab w:val="left" w:pos="450"/>
          <w:tab w:val="left" w:pos="1440"/>
          <w:tab w:val="left" w:pos="3240"/>
          <w:tab w:val="left" w:pos="5040"/>
          <w:tab w:val="left" w:pos="8280"/>
        </w:tabs>
      </w:pPr>
      <w:r>
        <w:tab/>
      </w:r>
      <w:r w:rsidR="003C4073" w:rsidRPr="0099657B">
        <w:t>DELETED:</w:t>
      </w:r>
      <w:r w:rsidR="003C4073" w:rsidRPr="0099657B">
        <w:tab/>
      </w:r>
      <w:r w:rsidR="003C4073" w:rsidRPr="0099657B">
        <w:tab/>
        <w:t>TRANSMITTED:</w:t>
      </w:r>
    </w:p>
    <w:p w:rsidR="003C4073" w:rsidRPr="0099657B" w:rsidRDefault="003C4073" w:rsidP="00A618DD">
      <w:pPr>
        <w:tabs>
          <w:tab w:val="left" w:pos="-1200"/>
          <w:tab w:val="left" w:pos="-360"/>
          <w:tab w:val="left" w:pos="450"/>
          <w:tab w:val="left" w:pos="480"/>
          <w:tab w:val="left" w:pos="1440"/>
          <w:tab w:val="left" w:pos="3240"/>
          <w:tab w:val="left" w:pos="5040"/>
          <w:tab w:val="left" w:pos="8280"/>
        </w:tabs>
      </w:pPr>
    </w:p>
    <w:p w:rsidR="003C4073" w:rsidRPr="0099657B" w:rsidRDefault="003C4073" w:rsidP="004866AA">
      <w:pPr>
        <w:tabs>
          <w:tab w:val="left" w:pos="-1200"/>
          <w:tab w:val="left" w:pos="-360"/>
          <w:tab w:val="left" w:pos="450"/>
          <w:tab w:val="left" w:pos="3240"/>
          <w:tab w:val="left" w:pos="5040"/>
          <w:tab w:val="left" w:pos="7920"/>
        </w:tabs>
      </w:pPr>
      <w:r w:rsidRPr="0099657B">
        <w:tab/>
      </w:r>
      <w:r w:rsidRPr="0099657B">
        <w:rPr>
          <w:u w:val="single"/>
        </w:rPr>
        <w:t>Number</w:t>
      </w:r>
      <w:r w:rsidRPr="0099657B">
        <w:tab/>
      </w:r>
      <w:r w:rsidRPr="0099657B">
        <w:rPr>
          <w:u w:val="single"/>
        </w:rPr>
        <w:t>Date</w:t>
      </w:r>
      <w:r w:rsidRPr="0099657B">
        <w:tab/>
      </w:r>
      <w:r w:rsidRPr="0099657B">
        <w:rPr>
          <w:u w:val="single"/>
        </w:rPr>
        <w:t>Number</w:t>
      </w:r>
      <w:r w:rsidRPr="0099657B">
        <w:tab/>
      </w:r>
      <w:r w:rsidRPr="0099657B">
        <w:rPr>
          <w:u w:val="single"/>
        </w:rPr>
        <w:t>Date</w:t>
      </w:r>
    </w:p>
    <w:p w:rsidR="003C4073" w:rsidRDefault="003C4073" w:rsidP="00A618DD">
      <w:pPr>
        <w:tabs>
          <w:tab w:val="left" w:pos="-1200"/>
          <w:tab w:val="left" w:pos="-360"/>
          <w:tab w:val="left" w:pos="450"/>
          <w:tab w:val="left" w:pos="480"/>
          <w:tab w:val="left" w:pos="1440"/>
          <w:tab w:val="left" w:pos="3240"/>
          <w:tab w:val="left" w:pos="5040"/>
          <w:tab w:val="left" w:pos="8280"/>
        </w:tabs>
      </w:pPr>
    </w:p>
    <w:p w:rsidR="00FA6801" w:rsidRDefault="00FA6801" w:rsidP="004A4B85">
      <w:pPr>
        <w:tabs>
          <w:tab w:val="left" w:pos="450"/>
          <w:tab w:val="left" w:pos="3240"/>
          <w:tab w:val="left" w:pos="5040"/>
          <w:tab w:val="left" w:pos="7920"/>
        </w:tabs>
      </w:pPr>
      <w:r>
        <w:t>1.</w:t>
      </w:r>
      <w:r>
        <w:tab/>
      </w:r>
      <w:r w:rsidR="00D903EA">
        <w:t>IMC 0801</w:t>
      </w:r>
      <w:r w:rsidR="00D903EA">
        <w:tab/>
        <w:t>12/19/16</w:t>
      </w:r>
      <w:r w:rsidR="00D903EA">
        <w:tab/>
        <w:t>IMC 0801</w:t>
      </w:r>
      <w:r w:rsidR="00D903EA">
        <w:tab/>
        <w:t>03/17/20</w:t>
      </w:r>
    </w:p>
    <w:p w:rsidR="00FA6801" w:rsidRDefault="00FA6801" w:rsidP="00A618DD">
      <w:pPr>
        <w:tabs>
          <w:tab w:val="left" w:pos="450"/>
          <w:tab w:val="left" w:pos="3240"/>
          <w:tab w:val="left" w:pos="5040"/>
          <w:tab w:val="left" w:pos="8107"/>
        </w:tabs>
      </w:pPr>
    </w:p>
    <w:p w:rsidR="00837CA7" w:rsidRDefault="00FA6801" w:rsidP="004A4B85">
      <w:pPr>
        <w:tabs>
          <w:tab w:val="left" w:pos="450"/>
          <w:tab w:val="left" w:pos="3240"/>
          <w:tab w:val="left" w:pos="5040"/>
          <w:tab w:val="left" w:pos="7920"/>
        </w:tabs>
      </w:pPr>
      <w:r>
        <w:t>2</w:t>
      </w:r>
      <w:r w:rsidR="009B2593">
        <w:t>.</w:t>
      </w:r>
      <w:r w:rsidR="009B2593">
        <w:tab/>
      </w:r>
    </w:p>
    <w:p w:rsidR="00837CA7" w:rsidRDefault="00837CA7" w:rsidP="00A618DD">
      <w:pPr>
        <w:tabs>
          <w:tab w:val="left" w:pos="450"/>
          <w:tab w:val="left" w:pos="3240"/>
          <w:tab w:val="left" w:pos="5040"/>
          <w:tab w:val="left" w:pos="8107"/>
        </w:tabs>
      </w:pPr>
    </w:p>
    <w:p w:rsidR="00FF6A95" w:rsidRDefault="00170E48" w:rsidP="00170E48">
      <w:pPr>
        <w:numPr>
          <w:ilvl w:val="12"/>
          <w:numId w:val="0"/>
        </w:numPr>
        <w:tabs>
          <w:tab w:val="left" w:pos="450"/>
          <w:tab w:val="left" w:pos="3240"/>
          <w:tab w:val="left" w:pos="5040"/>
          <w:tab w:val="left" w:pos="7920"/>
        </w:tabs>
      </w:pPr>
      <w:r>
        <w:t>3.</w:t>
      </w:r>
      <w:r>
        <w:tab/>
      </w:r>
    </w:p>
    <w:p w:rsidR="00170E48" w:rsidRDefault="00170E48" w:rsidP="00170E48">
      <w:pPr>
        <w:numPr>
          <w:ilvl w:val="12"/>
          <w:numId w:val="0"/>
        </w:numPr>
        <w:tabs>
          <w:tab w:val="left" w:pos="450"/>
          <w:tab w:val="left" w:pos="3240"/>
          <w:tab w:val="left" w:pos="5040"/>
          <w:tab w:val="left" w:pos="7920"/>
        </w:tabs>
      </w:pPr>
    </w:p>
    <w:p w:rsidR="00D57FCF" w:rsidRPr="0099657B" w:rsidRDefault="003C4073" w:rsidP="00A618DD">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pPr>
      <w:r w:rsidRPr="0099657B">
        <w:t>TRAINING:</w:t>
      </w:r>
      <w:r w:rsidRPr="0099657B">
        <w:tab/>
      </w:r>
      <w:r w:rsidR="0033502A">
        <w:t>No</w:t>
      </w:r>
      <w:r w:rsidR="003443AC">
        <w:t xml:space="preserve"> special training is required for any documents issued with this Change Notice.</w:t>
      </w:r>
    </w:p>
    <w:p w:rsidR="0080633B" w:rsidRDefault="0080633B" w:rsidP="00A618DD">
      <w:pPr>
        <w:tabs>
          <w:tab w:val="left" w:pos="1440"/>
        </w:tabs>
        <w:ind w:left="1440" w:hanging="1440"/>
      </w:pPr>
    </w:p>
    <w:p w:rsidR="007F5C75" w:rsidRPr="00314A77" w:rsidRDefault="007F5C75" w:rsidP="00A618DD">
      <w:pPr>
        <w:tabs>
          <w:tab w:val="left" w:pos="1440"/>
        </w:tabs>
        <w:ind w:left="1440" w:hanging="1440"/>
      </w:pPr>
    </w:p>
    <w:p w:rsidR="005C0F78" w:rsidRDefault="003C4073" w:rsidP="00A618DD">
      <w:pPr>
        <w:ind w:left="1440" w:hanging="1440"/>
      </w:pPr>
      <w:r w:rsidRPr="00314A77">
        <w:t>REMARKS:</w:t>
      </w:r>
      <w:r w:rsidR="00D046AA">
        <w:tab/>
      </w:r>
      <w:r w:rsidR="00D903EA">
        <w:t xml:space="preserve">IMC 0801, “ Inspection Program Feedback Process,” has been revised to </w:t>
      </w:r>
      <w:r w:rsidR="00D903EA">
        <w:t>add a change to the feedback form process to screen the program-based feedback forms from each region semi-annually before submitting them into the feedback form process for the ROP inspection program.  Editorial changes will now be submitted directly to the Document Lead.  Makes minor updates to change the division and branch names.</w:t>
      </w:r>
    </w:p>
    <w:p w:rsidR="00711604" w:rsidRDefault="00711604" w:rsidP="00A618DD">
      <w:pPr>
        <w:ind w:left="1290" w:hanging="1290"/>
      </w:pPr>
    </w:p>
    <w:p w:rsidR="00711604" w:rsidRDefault="00711604" w:rsidP="00A618DD">
      <w:pPr>
        <w:ind w:left="1440" w:hanging="1440"/>
      </w:pPr>
    </w:p>
    <w:p w:rsidR="00711604" w:rsidRDefault="00711604" w:rsidP="00A618DD">
      <w:pPr>
        <w:ind w:left="1440" w:hanging="1440"/>
      </w:pPr>
    </w:p>
    <w:p w:rsidR="00711604" w:rsidRDefault="00711604" w:rsidP="00A618DD">
      <w:pPr>
        <w:ind w:left="1440" w:hanging="1440"/>
      </w:pPr>
    </w:p>
    <w:p w:rsidR="00711604" w:rsidRDefault="00711604" w:rsidP="00A618DD">
      <w:pPr>
        <w:ind w:left="1440" w:hanging="1440"/>
      </w:pPr>
    </w:p>
    <w:p w:rsidR="00711604" w:rsidRDefault="00711604" w:rsidP="00A618DD">
      <w:pPr>
        <w:ind w:left="1440" w:hanging="1440"/>
      </w:pPr>
    </w:p>
    <w:p w:rsidR="00711604" w:rsidRDefault="00711604" w:rsidP="00A618DD">
      <w:pPr>
        <w:ind w:left="1440" w:hanging="1440"/>
      </w:pPr>
    </w:p>
    <w:p w:rsidR="005C0F78" w:rsidRDefault="005C0F78" w:rsidP="00A618DD">
      <w:pPr>
        <w:tabs>
          <w:tab w:val="left" w:pos="1440"/>
        </w:tabs>
        <w:ind w:left="1440" w:hanging="1440"/>
      </w:pPr>
    </w:p>
    <w:p w:rsidR="005C0F78" w:rsidRDefault="005C0F78" w:rsidP="00A618DD">
      <w:pPr>
        <w:tabs>
          <w:tab w:val="left" w:pos="1440"/>
        </w:tabs>
        <w:ind w:left="1440" w:hanging="1440"/>
      </w:pPr>
    </w:p>
    <w:p w:rsidR="005C0F78" w:rsidRDefault="005C0F78" w:rsidP="00A618DD">
      <w:pPr>
        <w:tabs>
          <w:tab w:val="left" w:pos="1440"/>
        </w:tabs>
        <w:ind w:left="1440" w:hanging="1440"/>
      </w:pPr>
    </w:p>
    <w:p w:rsidR="005C0F78" w:rsidRDefault="005C0F78" w:rsidP="00A618DD">
      <w:pPr>
        <w:tabs>
          <w:tab w:val="left" w:pos="1440"/>
        </w:tabs>
        <w:ind w:left="1440" w:hanging="1440"/>
      </w:pPr>
    </w:p>
    <w:p w:rsidR="005C0F78" w:rsidRDefault="005C0F78" w:rsidP="00A618DD">
      <w:pPr>
        <w:tabs>
          <w:tab w:val="left" w:pos="1440"/>
        </w:tabs>
        <w:ind w:left="1440" w:hanging="1440"/>
      </w:pPr>
    </w:p>
    <w:p w:rsidR="005C0F78" w:rsidRDefault="005C0F78" w:rsidP="00A618DD">
      <w:pPr>
        <w:tabs>
          <w:tab w:val="left" w:pos="1440"/>
        </w:tabs>
        <w:ind w:left="1440" w:hanging="1440"/>
      </w:pPr>
    </w:p>
    <w:p w:rsidR="00D903EA" w:rsidRDefault="00D903EA" w:rsidP="00A618DD">
      <w:pPr>
        <w:tabs>
          <w:tab w:val="left" w:pos="1440"/>
        </w:tabs>
        <w:ind w:left="1440" w:hanging="1440"/>
      </w:pPr>
    </w:p>
    <w:p w:rsidR="00D903EA" w:rsidRDefault="00D903EA" w:rsidP="00A618DD">
      <w:pPr>
        <w:tabs>
          <w:tab w:val="left" w:pos="1440"/>
        </w:tabs>
        <w:ind w:left="1440" w:hanging="1440"/>
      </w:pPr>
    </w:p>
    <w:p w:rsidR="00D903EA" w:rsidRDefault="00D903EA" w:rsidP="00A618DD">
      <w:pPr>
        <w:tabs>
          <w:tab w:val="left" w:pos="1440"/>
        </w:tabs>
        <w:ind w:left="1440" w:hanging="1440"/>
      </w:pPr>
    </w:p>
    <w:p w:rsidR="00D903EA" w:rsidRDefault="00D903EA" w:rsidP="00A618DD">
      <w:pPr>
        <w:tabs>
          <w:tab w:val="left" w:pos="1440"/>
        </w:tabs>
        <w:ind w:left="1440" w:hanging="1440"/>
      </w:pPr>
      <w:bookmarkStart w:id="0" w:name="_GoBack"/>
      <w:bookmarkEnd w:id="0"/>
    </w:p>
    <w:p w:rsidR="005C0F78" w:rsidRDefault="005C0F78" w:rsidP="00A618DD">
      <w:pPr>
        <w:tabs>
          <w:tab w:val="left" w:pos="1440"/>
        </w:tabs>
        <w:ind w:left="1440" w:hanging="1440"/>
      </w:pPr>
    </w:p>
    <w:p w:rsidR="005C0F78" w:rsidRDefault="00836E81" w:rsidP="00A618DD">
      <w:pPr>
        <w:tabs>
          <w:tab w:val="left" w:pos="1440"/>
        </w:tabs>
        <w:ind w:left="1440" w:hanging="1440"/>
      </w:pPr>
      <w:r>
        <w:t>EDITORIAL REVISIONS FROM PREVIOUS CHANGE NOTICES (As Required):</w:t>
      </w:r>
    </w:p>
    <w:p w:rsidR="005C0F78" w:rsidRDefault="005C0F78" w:rsidP="00A618DD">
      <w:pPr>
        <w:tabs>
          <w:tab w:val="left" w:pos="1440"/>
        </w:tabs>
        <w:ind w:left="1440" w:hanging="1440"/>
      </w:pPr>
    </w:p>
    <w:p w:rsidR="006E16FB" w:rsidRDefault="006E16FB" w:rsidP="00A618DD">
      <w:pPr>
        <w:tabs>
          <w:tab w:val="left" w:pos="1440"/>
        </w:tabs>
        <w:ind w:left="1440" w:hanging="1440"/>
      </w:pPr>
    </w:p>
    <w:p w:rsidR="006E16FB" w:rsidRDefault="004B36C4" w:rsidP="00A618DD">
      <w:pPr>
        <w:tabs>
          <w:tab w:val="left" w:pos="1800"/>
        </w:tabs>
        <w:ind w:left="1440" w:hanging="1440"/>
      </w:pPr>
      <w:r>
        <w:t xml:space="preserve">DISTRIBUTION: </w:t>
      </w:r>
    </w:p>
    <w:p w:rsidR="00187B2C" w:rsidRDefault="00D24884" w:rsidP="00A618DD">
      <w:pPr>
        <w:tabs>
          <w:tab w:val="left" w:pos="1800"/>
        </w:tabs>
        <w:ind w:left="1440" w:hanging="1440"/>
      </w:pPr>
      <w:r>
        <w:fldChar w:fldCharType="begin">
          <w:ffData>
            <w:name w:val=""/>
            <w:enabled/>
            <w:calcOnExit w:val="0"/>
            <w:checkBox>
              <w:sizeAuto/>
              <w:default w:val="1"/>
            </w:checkBox>
          </w:ffData>
        </w:fldChar>
      </w:r>
      <w:r>
        <w:instrText xml:space="preserve"> FORMCHECKBOX </w:instrText>
      </w:r>
      <w:r w:rsidR="00D903EA">
        <w:fldChar w:fldCharType="separate"/>
      </w:r>
      <w:r>
        <w:fldChar w:fldCharType="end"/>
      </w:r>
      <w:r w:rsidR="006E16FB" w:rsidRPr="006E16FB">
        <w:t xml:space="preserve">  </w:t>
      </w:r>
      <w:r w:rsidR="00504B2D">
        <w:t>Standard</w:t>
      </w:r>
    </w:p>
    <w:p w:rsidR="00D24884" w:rsidRDefault="006E16FB" w:rsidP="00A618DD">
      <w:pPr>
        <w:tabs>
          <w:tab w:val="left" w:pos="1800"/>
        </w:tabs>
        <w:ind w:left="1440" w:hanging="1440"/>
      </w:pPr>
      <w:r w:rsidRPr="006E16FB">
        <w:fldChar w:fldCharType="begin">
          <w:ffData>
            <w:name w:val=""/>
            <w:enabled/>
            <w:calcOnExit w:val="0"/>
            <w:checkBox>
              <w:sizeAuto/>
              <w:default w:val="0"/>
            </w:checkBox>
          </w:ffData>
        </w:fldChar>
      </w:r>
      <w:r w:rsidRPr="006E16FB">
        <w:instrText xml:space="preserve"> FORMCHECKBOX </w:instrText>
      </w:r>
      <w:r w:rsidR="00D903EA">
        <w:fldChar w:fldCharType="separate"/>
      </w:r>
      <w:r w:rsidRPr="006E16FB">
        <w:fldChar w:fldCharType="end"/>
      </w:r>
      <w:r w:rsidRPr="006E16FB">
        <w:t xml:space="preserve">  </w:t>
      </w:r>
      <w:r>
        <w:t>Official Use Only (OUO)</w:t>
      </w:r>
      <w:r w:rsidR="00D24884">
        <w:t xml:space="preserve">-Security Related Information. </w:t>
      </w:r>
    </w:p>
    <w:p w:rsidR="006E16FB" w:rsidRPr="006E16FB" w:rsidRDefault="00D24884" w:rsidP="00A618DD">
      <w:pPr>
        <w:tabs>
          <w:tab w:val="left" w:pos="1800"/>
        </w:tabs>
        <w:ind w:left="1440" w:hanging="1440"/>
      </w:pPr>
      <w:r>
        <w:tab/>
      </w:r>
      <w:r w:rsidR="006E16FB">
        <w:t>Please contact:  _______________ Phone</w:t>
      </w:r>
      <w:r w:rsidR="00311074">
        <w:t xml:space="preserve">: </w:t>
      </w:r>
      <w:r w:rsidR="006E16FB">
        <w:t xml:space="preserve"> ________</w:t>
      </w:r>
    </w:p>
    <w:p w:rsidR="00187B2C" w:rsidRDefault="00187B2C" w:rsidP="00A618DD">
      <w:pPr>
        <w:tabs>
          <w:tab w:val="left" w:pos="1800"/>
        </w:tabs>
        <w:ind w:left="1440" w:hanging="1440"/>
      </w:pPr>
    </w:p>
    <w:p w:rsidR="005C0F78" w:rsidRDefault="005C0F78" w:rsidP="00A618DD">
      <w:pPr>
        <w:jc w:val="center"/>
      </w:pPr>
    </w:p>
    <w:p w:rsidR="003C4073" w:rsidRPr="0099657B" w:rsidRDefault="00461FEE" w:rsidP="00F20058">
      <w:pPr>
        <w:jc w:val="center"/>
      </w:pPr>
      <w:r w:rsidRPr="0099657B">
        <w:t>END</w:t>
      </w:r>
    </w:p>
    <w:sectPr w:rsidR="003C4073" w:rsidRPr="0099657B" w:rsidSect="00C97C50">
      <w:footerReference w:type="default" r:id="rId8"/>
      <w:pgSz w:w="12240" w:h="15838"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38E6" w:rsidRDefault="009438E6">
      <w:r>
        <w:separator/>
      </w:r>
    </w:p>
  </w:endnote>
  <w:endnote w:type="continuationSeparator" w:id="0">
    <w:p w:rsidR="009438E6" w:rsidRDefault="00943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79CE" w:rsidRPr="00A31474" w:rsidRDefault="00B379CE" w:rsidP="00F20058">
    <w:pPr>
      <w:pStyle w:val="Footer"/>
      <w:tabs>
        <w:tab w:val="clear" w:pos="4320"/>
        <w:tab w:val="clear" w:pos="8640"/>
        <w:tab w:val="center" w:pos="4680"/>
        <w:tab w:val="right" w:pos="9360"/>
      </w:tabs>
    </w:pPr>
    <w:r>
      <w:t>I</w:t>
    </w:r>
    <w:r w:rsidR="00D24884">
      <w:t xml:space="preserve">ssue Date:  </w:t>
    </w:r>
    <w:r w:rsidR="00D903EA">
      <w:t>03/17/20</w:t>
    </w:r>
    <w:r w:rsidRPr="00A31474">
      <w:tab/>
    </w:r>
    <w:r w:rsidR="00AA7A90">
      <w:t>1</w:t>
    </w:r>
    <w:r w:rsidR="00AA7A90">
      <w:tab/>
    </w:r>
    <w:r w:rsidR="008F1090">
      <w:t>20</w:t>
    </w:r>
    <w:r w:rsidR="00711604">
      <w:t>-</w:t>
    </w:r>
    <w:r w:rsidR="00D903EA">
      <w:t>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38E6" w:rsidRDefault="009438E6">
      <w:r>
        <w:separator/>
      </w:r>
    </w:p>
  </w:footnote>
  <w:footnote w:type="continuationSeparator" w:id="0">
    <w:p w:rsidR="009438E6" w:rsidRDefault="009438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15:restartNumberingAfterBreak="0">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15:restartNumberingAfterBreak="0">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15:restartNumberingAfterBreak="0">
    <w:nsid w:val="62424B87"/>
    <w:multiLevelType w:val="multilevel"/>
    <w:tmpl w:val="A2D078F6"/>
    <w:numStyleLink w:val="IMCNumberStructure"/>
  </w:abstractNum>
  <w:abstractNum w:abstractNumId="11" w15:restartNumberingAfterBreak="0">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15:restartNumberingAfterBreak="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15:restartNumberingAfterBreak="0">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15:restartNumberingAfterBreak="0">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5734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073"/>
    <w:rsid w:val="00010975"/>
    <w:rsid w:val="00010F52"/>
    <w:rsid w:val="00011166"/>
    <w:rsid w:val="000126E8"/>
    <w:rsid w:val="0001546F"/>
    <w:rsid w:val="00021A21"/>
    <w:rsid w:val="00021BE8"/>
    <w:rsid w:val="0002432B"/>
    <w:rsid w:val="00024488"/>
    <w:rsid w:val="00026AE9"/>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6F79"/>
    <w:rsid w:val="00097B14"/>
    <w:rsid w:val="000A0984"/>
    <w:rsid w:val="000A3FDD"/>
    <w:rsid w:val="000A5B00"/>
    <w:rsid w:val="000A61DC"/>
    <w:rsid w:val="000A7EB1"/>
    <w:rsid w:val="000B1AFA"/>
    <w:rsid w:val="000B2CE2"/>
    <w:rsid w:val="000B4DCB"/>
    <w:rsid w:val="000B7BA9"/>
    <w:rsid w:val="000C1D18"/>
    <w:rsid w:val="000C2EFC"/>
    <w:rsid w:val="000C37C8"/>
    <w:rsid w:val="000C44AC"/>
    <w:rsid w:val="000C5C12"/>
    <w:rsid w:val="000C7559"/>
    <w:rsid w:val="000D090F"/>
    <w:rsid w:val="000D0EE8"/>
    <w:rsid w:val="000D2795"/>
    <w:rsid w:val="000D2EAD"/>
    <w:rsid w:val="000D2F2D"/>
    <w:rsid w:val="000D3246"/>
    <w:rsid w:val="000D333A"/>
    <w:rsid w:val="000D390E"/>
    <w:rsid w:val="000D4FB5"/>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3A85"/>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0E48"/>
    <w:rsid w:val="001710F9"/>
    <w:rsid w:val="00171614"/>
    <w:rsid w:val="00172225"/>
    <w:rsid w:val="0017287F"/>
    <w:rsid w:val="00172B13"/>
    <w:rsid w:val="001741DD"/>
    <w:rsid w:val="001742CA"/>
    <w:rsid w:val="0017450D"/>
    <w:rsid w:val="00174E13"/>
    <w:rsid w:val="001765DC"/>
    <w:rsid w:val="00187182"/>
    <w:rsid w:val="00187B2C"/>
    <w:rsid w:val="001928CA"/>
    <w:rsid w:val="0019291F"/>
    <w:rsid w:val="00194D2B"/>
    <w:rsid w:val="00196398"/>
    <w:rsid w:val="00197F9F"/>
    <w:rsid w:val="001A0422"/>
    <w:rsid w:val="001A09A5"/>
    <w:rsid w:val="001A3B43"/>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1CFC"/>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074"/>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08FF"/>
    <w:rsid w:val="003428CF"/>
    <w:rsid w:val="003443AC"/>
    <w:rsid w:val="00346BBE"/>
    <w:rsid w:val="003536E0"/>
    <w:rsid w:val="00353BA6"/>
    <w:rsid w:val="00353E55"/>
    <w:rsid w:val="00354DBD"/>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6746A"/>
    <w:rsid w:val="00470098"/>
    <w:rsid w:val="00470200"/>
    <w:rsid w:val="00470654"/>
    <w:rsid w:val="00473487"/>
    <w:rsid w:val="0047375F"/>
    <w:rsid w:val="004759F7"/>
    <w:rsid w:val="00476AEA"/>
    <w:rsid w:val="00485200"/>
    <w:rsid w:val="00485EDE"/>
    <w:rsid w:val="004866AA"/>
    <w:rsid w:val="004871AD"/>
    <w:rsid w:val="0049006E"/>
    <w:rsid w:val="004906D4"/>
    <w:rsid w:val="0049223C"/>
    <w:rsid w:val="00492E4D"/>
    <w:rsid w:val="00493A57"/>
    <w:rsid w:val="00494686"/>
    <w:rsid w:val="00495AD0"/>
    <w:rsid w:val="004968C5"/>
    <w:rsid w:val="0049691E"/>
    <w:rsid w:val="004A03AB"/>
    <w:rsid w:val="004A19BF"/>
    <w:rsid w:val="004A2F3A"/>
    <w:rsid w:val="004A4B85"/>
    <w:rsid w:val="004A6B43"/>
    <w:rsid w:val="004A75AE"/>
    <w:rsid w:val="004B20AE"/>
    <w:rsid w:val="004B28AD"/>
    <w:rsid w:val="004B36C4"/>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4B2D"/>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0F78"/>
    <w:rsid w:val="005C2466"/>
    <w:rsid w:val="005C2C98"/>
    <w:rsid w:val="005C5DA1"/>
    <w:rsid w:val="005C6802"/>
    <w:rsid w:val="005C737A"/>
    <w:rsid w:val="005C7D0B"/>
    <w:rsid w:val="005D28AE"/>
    <w:rsid w:val="005D2B76"/>
    <w:rsid w:val="005D4B10"/>
    <w:rsid w:val="005D6373"/>
    <w:rsid w:val="005D6CCC"/>
    <w:rsid w:val="005D7B6B"/>
    <w:rsid w:val="005D7F57"/>
    <w:rsid w:val="005E0064"/>
    <w:rsid w:val="005E38CD"/>
    <w:rsid w:val="005E396B"/>
    <w:rsid w:val="005E4E1F"/>
    <w:rsid w:val="005E6A1C"/>
    <w:rsid w:val="005F2208"/>
    <w:rsid w:val="005F3B28"/>
    <w:rsid w:val="005F4674"/>
    <w:rsid w:val="005F4A47"/>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72B"/>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2713"/>
    <w:rsid w:val="006431EF"/>
    <w:rsid w:val="00643869"/>
    <w:rsid w:val="00643C8F"/>
    <w:rsid w:val="006452B0"/>
    <w:rsid w:val="0064548B"/>
    <w:rsid w:val="00650378"/>
    <w:rsid w:val="00652945"/>
    <w:rsid w:val="00652F7F"/>
    <w:rsid w:val="00653E33"/>
    <w:rsid w:val="00655222"/>
    <w:rsid w:val="00655359"/>
    <w:rsid w:val="006558FA"/>
    <w:rsid w:val="00660298"/>
    <w:rsid w:val="006602BF"/>
    <w:rsid w:val="00660DA7"/>
    <w:rsid w:val="0066190D"/>
    <w:rsid w:val="006626FD"/>
    <w:rsid w:val="00662DBF"/>
    <w:rsid w:val="006638D1"/>
    <w:rsid w:val="0066429D"/>
    <w:rsid w:val="00664B3F"/>
    <w:rsid w:val="00664BBE"/>
    <w:rsid w:val="0066697E"/>
    <w:rsid w:val="006704E2"/>
    <w:rsid w:val="00671DCD"/>
    <w:rsid w:val="0067300D"/>
    <w:rsid w:val="00673C9F"/>
    <w:rsid w:val="00674606"/>
    <w:rsid w:val="00676A1D"/>
    <w:rsid w:val="00680147"/>
    <w:rsid w:val="006810EC"/>
    <w:rsid w:val="006811E9"/>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16FB"/>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1604"/>
    <w:rsid w:val="007123CF"/>
    <w:rsid w:val="00713467"/>
    <w:rsid w:val="007140B0"/>
    <w:rsid w:val="00715C31"/>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5E4F"/>
    <w:rsid w:val="007D7109"/>
    <w:rsid w:val="007E045D"/>
    <w:rsid w:val="007E17C9"/>
    <w:rsid w:val="007E65BA"/>
    <w:rsid w:val="007E7E7C"/>
    <w:rsid w:val="007F0682"/>
    <w:rsid w:val="007F0CE2"/>
    <w:rsid w:val="007F24CE"/>
    <w:rsid w:val="007F2E8E"/>
    <w:rsid w:val="007F4230"/>
    <w:rsid w:val="007F4C60"/>
    <w:rsid w:val="007F4F57"/>
    <w:rsid w:val="007F5C75"/>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202C"/>
    <w:rsid w:val="00836E81"/>
    <w:rsid w:val="00837258"/>
    <w:rsid w:val="00837CA7"/>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60E0"/>
    <w:rsid w:val="00866C1C"/>
    <w:rsid w:val="00872798"/>
    <w:rsid w:val="008757E9"/>
    <w:rsid w:val="0087600A"/>
    <w:rsid w:val="008809E7"/>
    <w:rsid w:val="00881F02"/>
    <w:rsid w:val="008821BE"/>
    <w:rsid w:val="008824A2"/>
    <w:rsid w:val="0088473B"/>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003F"/>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7B3C"/>
    <w:rsid w:val="008E1052"/>
    <w:rsid w:val="008E18A8"/>
    <w:rsid w:val="008E23E8"/>
    <w:rsid w:val="008E3A4D"/>
    <w:rsid w:val="008E426E"/>
    <w:rsid w:val="008E7501"/>
    <w:rsid w:val="008F1090"/>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157B5"/>
    <w:rsid w:val="00922724"/>
    <w:rsid w:val="009228F7"/>
    <w:rsid w:val="00924A23"/>
    <w:rsid w:val="00924F1E"/>
    <w:rsid w:val="00925762"/>
    <w:rsid w:val="00925825"/>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38E6"/>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593"/>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1814"/>
    <w:rsid w:val="00A42465"/>
    <w:rsid w:val="00A43ADC"/>
    <w:rsid w:val="00A452E7"/>
    <w:rsid w:val="00A459B3"/>
    <w:rsid w:val="00A45C9A"/>
    <w:rsid w:val="00A52600"/>
    <w:rsid w:val="00A54E6D"/>
    <w:rsid w:val="00A55C74"/>
    <w:rsid w:val="00A618DD"/>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686D"/>
    <w:rsid w:val="00A9696D"/>
    <w:rsid w:val="00A972BD"/>
    <w:rsid w:val="00A97DCC"/>
    <w:rsid w:val="00AA1046"/>
    <w:rsid w:val="00AA1ABC"/>
    <w:rsid w:val="00AA2083"/>
    <w:rsid w:val="00AA473D"/>
    <w:rsid w:val="00AA7A90"/>
    <w:rsid w:val="00AB0657"/>
    <w:rsid w:val="00AB0CFE"/>
    <w:rsid w:val="00AB21F3"/>
    <w:rsid w:val="00AB385C"/>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5C0C"/>
    <w:rsid w:val="00AC664C"/>
    <w:rsid w:val="00AC7B82"/>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26EA2"/>
    <w:rsid w:val="00B303F4"/>
    <w:rsid w:val="00B3299F"/>
    <w:rsid w:val="00B345BF"/>
    <w:rsid w:val="00B370DC"/>
    <w:rsid w:val="00B379CE"/>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657C"/>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49B"/>
    <w:rsid w:val="00BC2C7A"/>
    <w:rsid w:val="00BC4E82"/>
    <w:rsid w:val="00BC78D3"/>
    <w:rsid w:val="00BD71D7"/>
    <w:rsid w:val="00BE10A7"/>
    <w:rsid w:val="00BE2931"/>
    <w:rsid w:val="00BE2E6D"/>
    <w:rsid w:val="00BE4959"/>
    <w:rsid w:val="00BE4A5B"/>
    <w:rsid w:val="00BE52D2"/>
    <w:rsid w:val="00BF0A70"/>
    <w:rsid w:val="00BF3AD9"/>
    <w:rsid w:val="00BF5046"/>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6DB"/>
    <w:rsid w:val="00C43E39"/>
    <w:rsid w:val="00C44356"/>
    <w:rsid w:val="00C45F27"/>
    <w:rsid w:val="00C46EC8"/>
    <w:rsid w:val="00C50C8E"/>
    <w:rsid w:val="00C50F87"/>
    <w:rsid w:val="00C516A0"/>
    <w:rsid w:val="00C53E5B"/>
    <w:rsid w:val="00C557B5"/>
    <w:rsid w:val="00C65920"/>
    <w:rsid w:val="00C665BC"/>
    <w:rsid w:val="00C709D0"/>
    <w:rsid w:val="00C73C93"/>
    <w:rsid w:val="00C740FC"/>
    <w:rsid w:val="00C75912"/>
    <w:rsid w:val="00C81688"/>
    <w:rsid w:val="00C81A42"/>
    <w:rsid w:val="00C82798"/>
    <w:rsid w:val="00C839B4"/>
    <w:rsid w:val="00C84A06"/>
    <w:rsid w:val="00C879F0"/>
    <w:rsid w:val="00C925FD"/>
    <w:rsid w:val="00C94196"/>
    <w:rsid w:val="00C9557A"/>
    <w:rsid w:val="00C97C50"/>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3C27"/>
    <w:rsid w:val="00CD710E"/>
    <w:rsid w:val="00CE2CD4"/>
    <w:rsid w:val="00CE3134"/>
    <w:rsid w:val="00CE3A08"/>
    <w:rsid w:val="00CE5C68"/>
    <w:rsid w:val="00CE5D42"/>
    <w:rsid w:val="00CE6E49"/>
    <w:rsid w:val="00CE749A"/>
    <w:rsid w:val="00CF0929"/>
    <w:rsid w:val="00CF0955"/>
    <w:rsid w:val="00CF0D78"/>
    <w:rsid w:val="00CF11CA"/>
    <w:rsid w:val="00CF2A5E"/>
    <w:rsid w:val="00CF2CD4"/>
    <w:rsid w:val="00CF5D52"/>
    <w:rsid w:val="00CF79EF"/>
    <w:rsid w:val="00D03D65"/>
    <w:rsid w:val="00D046AA"/>
    <w:rsid w:val="00D04A61"/>
    <w:rsid w:val="00D053D1"/>
    <w:rsid w:val="00D059CA"/>
    <w:rsid w:val="00D065FC"/>
    <w:rsid w:val="00D06EE0"/>
    <w:rsid w:val="00D07A28"/>
    <w:rsid w:val="00D10B77"/>
    <w:rsid w:val="00D11D2F"/>
    <w:rsid w:val="00D14D35"/>
    <w:rsid w:val="00D14E63"/>
    <w:rsid w:val="00D1547D"/>
    <w:rsid w:val="00D17ABD"/>
    <w:rsid w:val="00D23C5F"/>
    <w:rsid w:val="00D24884"/>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57E"/>
    <w:rsid w:val="00D72BDE"/>
    <w:rsid w:val="00D752D0"/>
    <w:rsid w:val="00D771F5"/>
    <w:rsid w:val="00D773B3"/>
    <w:rsid w:val="00D77FD9"/>
    <w:rsid w:val="00D8096A"/>
    <w:rsid w:val="00D812EC"/>
    <w:rsid w:val="00D815A8"/>
    <w:rsid w:val="00D81622"/>
    <w:rsid w:val="00D826B1"/>
    <w:rsid w:val="00D83672"/>
    <w:rsid w:val="00D86248"/>
    <w:rsid w:val="00D903EA"/>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4E76"/>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2FAC"/>
    <w:rsid w:val="00E150A9"/>
    <w:rsid w:val="00E15C3D"/>
    <w:rsid w:val="00E169BF"/>
    <w:rsid w:val="00E170D7"/>
    <w:rsid w:val="00E17BC7"/>
    <w:rsid w:val="00E23552"/>
    <w:rsid w:val="00E24A6F"/>
    <w:rsid w:val="00E3118A"/>
    <w:rsid w:val="00E31FE6"/>
    <w:rsid w:val="00E339B8"/>
    <w:rsid w:val="00E3409E"/>
    <w:rsid w:val="00E353AA"/>
    <w:rsid w:val="00E43E15"/>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5A6E"/>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1C36"/>
    <w:rsid w:val="00F922A0"/>
    <w:rsid w:val="00F92E98"/>
    <w:rsid w:val="00F94671"/>
    <w:rsid w:val="00F94D99"/>
    <w:rsid w:val="00F95FC9"/>
    <w:rsid w:val="00F97C4A"/>
    <w:rsid w:val="00FA0523"/>
    <w:rsid w:val="00FA3A45"/>
    <w:rsid w:val="00FA410C"/>
    <w:rsid w:val="00FA4D61"/>
    <w:rsid w:val="00FA609B"/>
    <w:rsid w:val="00FA6737"/>
    <w:rsid w:val="00FA6801"/>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6A95"/>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style="mso-position-horizontal-relative:page;mso-position-vertical-relative:page" strokecolor="#020000">
      <v:stroke color="#020000" weight=".96pt"/>
    </o:shapedefaults>
    <o:shapelayout v:ext="edit">
      <o:idmap v:ext="edit" data="1"/>
    </o:shapelayout>
  </w:shapeDefaults>
  <w:decimalSymbol w:val="."/>
  <w:listSeparator w:val=","/>
  <w14:docId w14:val="612E7AD7"/>
  <w15:docId w15:val="{FA01BA1F-921A-481B-AB7A-54EE485B3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5846"/>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eastAsia="Calibri"/>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paragraph" w:styleId="FootnoteText">
    <w:name w:val="footnote text"/>
    <w:basedOn w:val="Normal"/>
    <w:semiHidden/>
    <w:rsid w:val="00795B03"/>
    <w:pPr>
      <w:widowControl w:val="0"/>
      <w:autoSpaceDE/>
      <w:autoSpaceDN/>
      <w:adjustRightInd/>
    </w:p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 w:type="paragraph" w:customStyle="1" w:styleId="Default">
    <w:name w:val="Default"/>
    <w:rsid w:val="000D4FB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7B85D-4B9F-4879-85E1-22D0B44F6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591B1B29</Template>
  <TotalTime>1</TotalTime>
  <Pages>1</Pages>
  <Words>124</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2015-09-21T10:55:00Z</cp:lastPrinted>
  <dcterms:created xsi:type="dcterms:W3CDTF">2020-03-18T15:18:00Z</dcterms:created>
  <dcterms:modified xsi:type="dcterms:W3CDTF">2020-03-18T15:18:00Z</dcterms:modified>
</cp:coreProperties>
</file>